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ADF" w:rsidRPr="00E40B88" w:rsidRDefault="00555ADF">
      <w:pPr>
        <w:pStyle w:val="Heading1"/>
        <w:rPr>
          <w:sz w:val="28"/>
        </w:rPr>
      </w:pPr>
      <w:r w:rsidRPr="00E40B88">
        <w:rPr>
          <w:sz w:val="28"/>
        </w:rPr>
        <w:t xml:space="preserve">Objective </w:t>
      </w:r>
    </w:p>
    <w:sdt>
      <w:sdtPr>
        <w:rPr>
          <w:sz w:val="24"/>
        </w:rPr>
        <w:id w:val="996450305"/>
        <w:placeholder>
          <w:docPart w:val="09CC6E6C12076C478E0F986EBCB5F1F0"/>
        </w:placeholder>
      </w:sdtPr>
      <w:sdtEndPr/>
      <w:sdtContent>
        <w:p w:rsidR="00555ADF" w:rsidRPr="00E40B88" w:rsidRDefault="00E40B88" w:rsidP="00555ADF">
          <w:pPr>
            <w:pStyle w:val="BodyText"/>
            <w:rPr>
              <w:sz w:val="24"/>
            </w:rPr>
          </w:pPr>
          <w:r w:rsidRPr="00E40B88">
            <w:rPr>
              <w:sz w:val="24"/>
            </w:rPr>
            <w:t>To fine entry-</w:t>
          </w:r>
          <w:r w:rsidR="00555ADF" w:rsidRPr="00E40B88">
            <w:rPr>
              <w:sz w:val="24"/>
            </w:rPr>
            <w:t>level employment</w:t>
          </w:r>
        </w:p>
      </w:sdtContent>
    </w:sdt>
    <w:p w:rsidR="00555ADF" w:rsidRPr="00E40B88" w:rsidRDefault="00555ADF">
      <w:pPr>
        <w:pStyle w:val="Heading1"/>
        <w:rPr>
          <w:sz w:val="28"/>
        </w:rPr>
      </w:pPr>
      <w:r w:rsidRPr="00E40B88">
        <w:rPr>
          <w:sz w:val="28"/>
        </w:rPr>
        <w:t>Experience</w:t>
      </w:r>
    </w:p>
    <w:p w:rsidR="00555ADF" w:rsidRPr="00E40B88" w:rsidRDefault="00BA39B9">
      <w:pPr>
        <w:pStyle w:val="Heading2"/>
        <w:rPr>
          <w:sz w:val="24"/>
        </w:rPr>
      </w:pPr>
      <w:sdt>
        <w:sdtPr>
          <w:rPr>
            <w:sz w:val="24"/>
          </w:rPr>
          <w:id w:val="9459739"/>
          <w:placeholder>
            <w:docPart w:val="82D8430C1B14C04A89F07BFF6CE82F78"/>
          </w:placeholder>
        </w:sdtPr>
        <w:sdtEndPr/>
        <w:sdtContent>
          <w:r>
            <w:rPr>
              <w:sz w:val="24"/>
            </w:rPr>
            <w:t>Student Green</w:t>
          </w:r>
          <w:r w:rsidR="00555ADF" w:rsidRPr="00E40B88">
            <w:rPr>
              <w:sz w:val="24"/>
            </w:rPr>
            <w:t>house worker</w:t>
          </w:r>
          <w:r>
            <w:rPr>
              <w:sz w:val="24"/>
            </w:rPr>
            <w:t xml:space="preserve">, </w:t>
          </w:r>
          <w:proofErr w:type="gramStart"/>
          <w:r>
            <w:rPr>
              <w:sz w:val="24"/>
            </w:rPr>
            <w:t>Philadelphia  PA</w:t>
          </w:r>
          <w:proofErr w:type="gramEnd"/>
        </w:sdtContent>
      </w:sdt>
      <w:r w:rsidR="00555ADF" w:rsidRPr="00E40B88">
        <w:rPr>
          <w:sz w:val="24"/>
        </w:rPr>
        <w:tab/>
      </w:r>
      <w:r>
        <w:rPr>
          <w:sz w:val="24"/>
        </w:rPr>
        <w:tab/>
      </w:r>
      <w:r>
        <w:rPr>
          <w:sz w:val="24"/>
        </w:rPr>
        <w:tab/>
      </w:r>
      <w:r>
        <w:rPr>
          <w:sz w:val="24"/>
        </w:rPr>
        <w:tab/>
      </w:r>
      <w:r>
        <w:rPr>
          <w:sz w:val="24"/>
        </w:rPr>
        <w:tab/>
      </w:r>
      <w:r>
        <w:rPr>
          <w:sz w:val="24"/>
        </w:rPr>
        <w:tab/>
        <w:t>2009 - 2011</w:t>
      </w:r>
    </w:p>
    <w:sdt>
      <w:sdtPr>
        <w:id w:val="9459741"/>
        <w:placeholder>
          <w:docPart w:val="7DDBFC3B1C1418438C23F557A3326FFE"/>
        </w:placeholder>
      </w:sdtPr>
      <w:sdtEndPr>
        <w:rPr>
          <w:sz w:val="2"/>
        </w:rPr>
      </w:sdtEndPr>
      <w:sdtContent>
        <w:p w:rsidR="00555ADF" w:rsidRPr="00E40B88" w:rsidRDefault="00BA39B9" w:rsidP="00673ABF">
          <w:pPr>
            <w:numPr>
              <w:ilvl w:val="0"/>
              <w:numId w:val="11"/>
            </w:numPr>
            <w:rPr>
              <w:rFonts w:ascii="Arial" w:hAnsi="Arial" w:cs="Arial"/>
              <w:sz w:val="24"/>
            </w:rPr>
          </w:pPr>
          <w:r>
            <w:rPr>
              <w:rFonts w:ascii="Arial" w:hAnsi="Arial" w:cs="Arial"/>
              <w:sz w:val="24"/>
            </w:rPr>
            <w:t>Assisted with flower show display</w:t>
          </w:r>
        </w:p>
        <w:p w:rsidR="00555ADF" w:rsidRPr="00E40B88" w:rsidRDefault="00555ADF" w:rsidP="00555ADF">
          <w:pPr>
            <w:numPr>
              <w:ilvl w:val="0"/>
              <w:numId w:val="11"/>
            </w:numPr>
            <w:rPr>
              <w:rFonts w:ascii="Arial" w:hAnsi="Arial" w:cs="Arial"/>
              <w:sz w:val="24"/>
            </w:rPr>
          </w:pPr>
          <w:r w:rsidRPr="00E40B88">
            <w:rPr>
              <w:rFonts w:ascii="Arial" w:hAnsi="Arial" w:cs="Arial"/>
              <w:sz w:val="24"/>
            </w:rPr>
            <w:t>Water</w:t>
          </w:r>
          <w:r w:rsidR="00BA39B9">
            <w:rPr>
              <w:rFonts w:ascii="Arial" w:hAnsi="Arial" w:cs="Arial"/>
              <w:sz w:val="24"/>
            </w:rPr>
            <w:t>ed</w:t>
          </w:r>
          <w:r w:rsidRPr="00E40B88">
            <w:rPr>
              <w:rFonts w:ascii="Arial" w:hAnsi="Arial" w:cs="Arial"/>
              <w:sz w:val="24"/>
            </w:rPr>
            <w:t xml:space="preserve"> plant</w:t>
          </w:r>
          <w:r w:rsidR="00BA39B9">
            <w:rPr>
              <w:rFonts w:ascii="Arial" w:hAnsi="Arial" w:cs="Arial"/>
              <w:sz w:val="24"/>
            </w:rPr>
            <w:t>s</w:t>
          </w:r>
        </w:p>
        <w:p w:rsidR="00555ADF" w:rsidRPr="00E40B88" w:rsidRDefault="00555ADF" w:rsidP="00555ADF">
          <w:pPr>
            <w:numPr>
              <w:ilvl w:val="0"/>
              <w:numId w:val="11"/>
            </w:numPr>
            <w:rPr>
              <w:rFonts w:ascii="Arial" w:hAnsi="Arial" w:cs="Arial"/>
              <w:sz w:val="24"/>
            </w:rPr>
          </w:pPr>
          <w:r w:rsidRPr="00E40B88">
            <w:rPr>
              <w:rFonts w:ascii="Arial" w:hAnsi="Arial" w:cs="Arial"/>
              <w:sz w:val="24"/>
            </w:rPr>
            <w:t>Swept floors</w:t>
          </w:r>
        </w:p>
        <w:p w:rsidR="00555ADF" w:rsidRPr="00E40B88" w:rsidRDefault="00BA39B9">
          <w:pPr>
            <w:pStyle w:val="BodyText"/>
            <w:rPr>
              <w:sz w:val="2"/>
            </w:rPr>
          </w:pPr>
        </w:p>
      </w:sdtContent>
    </w:sdt>
    <w:p w:rsidR="00555ADF" w:rsidRPr="00BA39B9" w:rsidRDefault="00BA39B9" w:rsidP="00555ADF">
      <w:pPr>
        <w:rPr>
          <w:rFonts w:ascii="Arial" w:hAnsi="Arial" w:cs="Arial"/>
          <w:b/>
          <w:sz w:val="24"/>
        </w:rPr>
      </w:pPr>
      <w:sdt>
        <w:sdtPr>
          <w:rPr>
            <w:b/>
            <w:sz w:val="26"/>
          </w:rPr>
          <w:id w:val="9459744"/>
          <w:placeholder>
            <w:docPart w:val="ECA65F584265614A9A1B09C5AC4569D5"/>
          </w:placeholder>
        </w:sdtPr>
        <w:sdtEndPr>
          <w:rPr>
            <w:rFonts w:asciiTheme="majorHAnsi" w:eastAsiaTheme="majorEastAsia" w:hAnsiTheme="majorHAnsi" w:cstheme="majorBidi"/>
            <w:bCs/>
            <w:color w:val="000000" w:themeColor="text1"/>
            <w:szCs w:val="20"/>
          </w:rPr>
        </w:sdtEndPr>
        <w:sdtContent>
          <w:r w:rsidR="00555ADF" w:rsidRPr="00BA39B9">
            <w:rPr>
              <w:rFonts w:ascii="Arial" w:hAnsi="Arial" w:cs="Arial"/>
              <w:b/>
              <w:sz w:val="24"/>
            </w:rPr>
            <w:t>Babysitter</w:t>
          </w:r>
        </w:sdtContent>
      </w:sdt>
      <w:r>
        <w:rPr>
          <w:b/>
          <w:sz w:val="26"/>
        </w:rPr>
        <w:t xml:space="preserve">, </w:t>
      </w:r>
      <w:r w:rsidR="00555ADF" w:rsidRPr="00BA39B9">
        <w:rPr>
          <w:rFonts w:ascii="Arial" w:hAnsi="Arial" w:cs="Arial"/>
          <w:b/>
          <w:sz w:val="24"/>
        </w:rPr>
        <w:t xml:space="preserve">Philadelphia, PA  </w:t>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t xml:space="preserve">  </w:t>
      </w:r>
      <w:r w:rsidR="00555ADF" w:rsidRPr="00BA39B9">
        <w:rPr>
          <w:rFonts w:ascii="Arial" w:hAnsi="Arial" w:cs="Arial"/>
          <w:b/>
          <w:sz w:val="24"/>
        </w:rPr>
        <w:t>Summers, 2008 – 2009</w:t>
      </w:r>
    </w:p>
    <w:p w:rsidR="00555ADF" w:rsidRPr="00555ADF" w:rsidRDefault="00555ADF" w:rsidP="00555ADF">
      <w:pPr>
        <w:rPr>
          <w:rFonts w:ascii="Arial" w:hAnsi="Arial" w:cs="Arial"/>
          <w:sz w:val="18"/>
        </w:rPr>
      </w:pPr>
    </w:p>
    <w:sdt>
      <w:sdtPr>
        <w:id w:val="9459745"/>
        <w:placeholder>
          <w:docPart w:val="603B0A5D78BD2C4B8FA48397645BAA0F"/>
        </w:placeholder>
      </w:sdtPr>
      <w:sdtEndPr/>
      <w:sdtContent>
        <w:p w:rsidR="00555ADF" w:rsidRPr="00E40B88" w:rsidRDefault="00555ADF" w:rsidP="00555ADF">
          <w:pPr>
            <w:numPr>
              <w:ilvl w:val="0"/>
              <w:numId w:val="11"/>
            </w:numPr>
            <w:rPr>
              <w:rFonts w:ascii="Arial" w:hAnsi="Arial" w:cs="Arial"/>
              <w:sz w:val="24"/>
            </w:rPr>
          </w:pPr>
          <w:r w:rsidRPr="00E40B88">
            <w:rPr>
              <w:rFonts w:ascii="Arial" w:hAnsi="Arial" w:cs="Arial"/>
              <w:sz w:val="24"/>
            </w:rPr>
            <w:t>Supervised b</w:t>
          </w:r>
          <w:r w:rsidR="00673ABF" w:rsidRPr="00E40B88">
            <w:rPr>
              <w:rFonts w:ascii="Arial" w:hAnsi="Arial" w:cs="Arial"/>
              <w:sz w:val="24"/>
            </w:rPr>
            <w:t>abies and children ages 2 and 3</w:t>
          </w:r>
        </w:p>
        <w:p w:rsidR="00555ADF" w:rsidRPr="00E40B88" w:rsidRDefault="00555ADF" w:rsidP="00555ADF">
          <w:pPr>
            <w:numPr>
              <w:ilvl w:val="0"/>
              <w:numId w:val="11"/>
            </w:numPr>
            <w:rPr>
              <w:rFonts w:ascii="Arial" w:hAnsi="Arial" w:cs="Arial"/>
              <w:sz w:val="24"/>
            </w:rPr>
          </w:pPr>
          <w:r w:rsidRPr="00E40B88">
            <w:rPr>
              <w:rFonts w:ascii="Arial" w:hAnsi="Arial" w:cs="Arial"/>
              <w:sz w:val="24"/>
            </w:rPr>
            <w:t>Prepared and served food</w:t>
          </w:r>
        </w:p>
        <w:p w:rsidR="00555ADF" w:rsidRPr="00E40B88" w:rsidRDefault="00555ADF" w:rsidP="00E40B88">
          <w:pPr>
            <w:numPr>
              <w:ilvl w:val="0"/>
              <w:numId w:val="11"/>
            </w:numPr>
            <w:rPr>
              <w:rFonts w:ascii="Arial" w:hAnsi="Arial" w:cs="Arial"/>
              <w:sz w:val="24"/>
            </w:rPr>
          </w:pPr>
          <w:r w:rsidRPr="00E40B88">
            <w:rPr>
              <w:rFonts w:ascii="Arial" w:hAnsi="Arial" w:cs="Arial"/>
              <w:sz w:val="24"/>
            </w:rPr>
            <w:t>Played games and took children to playground</w:t>
          </w:r>
        </w:p>
      </w:sdtContent>
    </w:sdt>
    <w:p w:rsidR="00555ADF" w:rsidRPr="00E40B88" w:rsidRDefault="00555ADF">
      <w:pPr>
        <w:pStyle w:val="Heading1"/>
        <w:rPr>
          <w:sz w:val="28"/>
        </w:rPr>
      </w:pPr>
      <w:r w:rsidRPr="00E40B88">
        <w:rPr>
          <w:sz w:val="28"/>
        </w:rPr>
        <w:t>Education</w:t>
      </w:r>
    </w:p>
    <w:p w:rsidR="00555ADF" w:rsidRPr="00BA39B9" w:rsidRDefault="00BA39B9">
      <w:pPr>
        <w:pStyle w:val="Heading2"/>
        <w:rPr>
          <w:b w:val="0"/>
          <w:sz w:val="24"/>
        </w:rPr>
      </w:pPr>
      <w:sdt>
        <w:sdtPr>
          <w:rPr>
            <w:b w:val="0"/>
            <w:sz w:val="24"/>
          </w:rPr>
          <w:id w:val="9459748"/>
          <w:placeholder>
            <w:docPart w:val="595D9351F3BB9A4EAA8ED930DA1E7393"/>
          </w:placeholder>
        </w:sdtPr>
        <w:sdtEndPr/>
        <w:sdtContent>
          <w:r w:rsidR="00E40B88" w:rsidRPr="00BA39B9">
            <w:rPr>
              <w:b w:val="0"/>
              <w:sz w:val="24"/>
            </w:rPr>
            <w:t>Abraham Lincoln High School</w:t>
          </w:r>
        </w:sdtContent>
      </w:sdt>
      <w:r w:rsidR="00555ADF" w:rsidRPr="00BA39B9">
        <w:rPr>
          <w:b w:val="0"/>
          <w:sz w:val="24"/>
        </w:rPr>
        <w:tab/>
      </w:r>
      <w:r w:rsidRPr="00BA39B9">
        <w:rPr>
          <w:b w:val="0"/>
          <w:sz w:val="24"/>
        </w:rPr>
        <w:t xml:space="preserve">                                   </w:t>
      </w:r>
      <w:r w:rsidR="003E756C" w:rsidRPr="00BA39B9">
        <w:rPr>
          <w:b w:val="0"/>
          <w:sz w:val="24"/>
        </w:rPr>
        <w:fldChar w:fldCharType="begin"/>
      </w:r>
      <w:r w:rsidR="003E756C" w:rsidRPr="00BA39B9">
        <w:rPr>
          <w:b w:val="0"/>
          <w:sz w:val="24"/>
        </w:rPr>
        <w:instrText xml:space="preserve"> PLACEHOLDER "[Insert Dates]" \* MERGEFORMAT </w:instrText>
      </w:r>
      <w:r w:rsidR="003E756C" w:rsidRPr="00BA39B9">
        <w:rPr>
          <w:b w:val="0"/>
          <w:sz w:val="24"/>
        </w:rPr>
        <w:fldChar w:fldCharType="separate"/>
      </w:r>
      <w:r w:rsidR="00E40B88" w:rsidRPr="00BA39B9">
        <w:rPr>
          <w:b w:val="0"/>
          <w:sz w:val="24"/>
        </w:rPr>
        <w:t>Graduated June, 2011</w:t>
      </w:r>
      <w:r w:rsidR="003E756C" w:rsidRPr="00BA39B9">
        <w:rPr>
          <w:b w:val="0"/>
          <w:sz w:val="24"/>
        </w:rPr>
        <w:fldChar w:fldCharType="end"/>
      </w:r>
    </w:p>
    <w:p w:rsidR="00555ADF" w:rsidRPr="00E40B88" w:rsidRDefault="00555ADF">
      <w:pPr>
        <w:pStyle w:val="Heading1"/>
        <w:rPr>
          <w:sz w:val="28"/>
        </w:rPr>
      </w:pPr>
      <w:r w:rsidRPr="00E40B88">
        <w:rPr>
          <w:sz w:val="28"/>
        </w:rPr>
        <w:t>Skills</w:t>
      </w:r>
    </w:p>
    <w:sdt>
      <w:sdtPr>
        <w:rPr>
          <w:sz w:val="24"/>
        </w:rPr>
        <w:id w:val="9459754"/>
        <w:placeholder>
          <w:docPart w:val="AD2001E493C8644E9E7AB2E6B69BF381"/>
        </w:placeholder>
      </w:sdtPr>
      <w:sdtEndPr>
        <w:rPr>
          <w:sz w:val="20"/>
        </w:rPr>
      </w:sdtEndPr>
      <w:sdtContent>
        <w:p w:rsidR="00555ADF" w:rsidRPr="00BA39B9" w:rsidRDefault="00BA39B9">
          <w:pPr>
            <w:pStyle w:val="BodyText"/>
            <w:rPr>
              <w:sz w:val="24"/>
            </w:rPr>
          </w:pPr>
          <w:r w:rsidRPr="00BA39B9">
            <w:rPr>
              <w:sz w:val="24"/>
            </w:rPr>
            <w:t xml:space="preserve">Microsoft Word and </w:t>
          </w:r>
          <w:proofErr w:type="spellStart"/>
          <w:r w:rsidRPr="00BA39B9">
            <w:rPr>
              <w:sz w:val="24"/>
            </w:rPr>
            <w:t>Powerpoint</w:t>
          </w:r>
          <w:proofErr w:type="spellEnd"/>
          <w:r w:rsidR="00555ADF" w:rsidRPr="00BA39B9">
            <w:rPr>
              <w:sz w:val="24"/>
            </w:rPr>
            <w:t xml:space="preserve"> </w:t>
          </w:r>
        </w:p>
        <w:p w:rsidR="00E40B88" w:rsidRPr="00E40B88" w:rsidRDefault="00E40B88" w:rsidP="00E40B88">
          <w:pPr>
            <w:pStyle w:val="Heading1"/>
            <w:rPr>
              <w:sz w:val="28"/>
            </w:rPr>
          </w:pPr>
          <w:r w:rsidRPr="00E40B88">
            <w:rPr>
              <w:sz w:val="28"/>
            </w:rPr>
            <w:t>Awards</w:t>
          </w:r>
        </w:p>
        <w:p w:rsidR="00E40B88" w:rsidRDefault="00E40B88" w:rsidP="00E40B88">
          <w:pPr>
            <w:pStyle w:val="BodyText"/>
          </w:pPr>
          <w:proofErr w:type="spellStart"/>
          <w:r>
            <w:t>Suspendisse</w:t>
          </w:r>
          <w:proofErr w:type="spellEnd"/>
          <w:r>
            <w:t xml:space="preserve"> </w:t>
          </w:r>
          <w:proofErr w:type="spellStart"/>
          <w:r>
            <w:t>potenti</w:t>
          </w:r>
          <w:proofErr w:type="spellEnd"/>
          <w:r>
            <w:t xml:space="preserve">. </w:t>
          </w:r>
          <w:proofErr w:type="spellStart"/>
          <w:r>
            <w:t>Vestibulum</w:t>
          </w:r>
          <w:proofErr w:type="spellEnd"/>
          <w:r>
            <w:t xml:space="preserve"> </w:t>
          </w:r>
          <w:proofErr w:type="spellStart"/>
          <w:r>
            <w:t>rhoncus</w:t>
          </w:r>
          <w:proofErr w:type="spellEnd"/>
          <w:r>
            <w:t xml:space="preserve">. </w:t>
          </w:r>
          <w:proofErr w:type="spellStart"/>
          <w:r>
            <w:t>Ut</w:t>
          </w:r>
          <w:proofErr w:type="spellEnd"/>
          <w:r>
            <w:t xml:space="preserve"> </w:t>
          </w:r>
          <w:proofErr w:type="spellStart"/>
          <w:r>
            <w:t>rhoncus</w:t>
          </w:r>
          <w:proofErr w:type="spellEnd"/>
          <w:r>
            <w:t xml:space="preserve"> </w:t>
          </w:r>
          <w:proofErr w:type="spellStart"/>
          <w:r>
            <w:t>turpis</w:t>
          </w:r>
          <w:proofErr w:type="spellEnd"/>
          <w:r>
            <w:t xml:space="preserve"> a </w:t>
          </w:r>
          <w:proofErr w:type="spellStart"/>
          <w:proofErr w:type="gramStart"/>
          <w:r>
            <w:t>massa</w:t>
          </w:r>
          <w:proofErr w:type="spellEnd"/>
          <w:proofErr w:type="gramEnd"/>
          <w:r>
            <w:t xml:space="preserve">. </w:t>
          </w:r>
          <w:proofErr w:type="spellStart"/>
          <w:proofErr w:type="gramStart"/>
          <w:r>
            <w:t>Vivamus</w:t>
          </w:r>
          <w:proofErr w:type="spellEnd"/>
          <w:r>
            <w:t xml:space="preserve"> </w:t>
          </w:r>
          <w:proofErr w:type="spellStart"/>
          <w:r>
            <w:t>adipiscing</w:t>
          </w:r>
          <w:proofErr w:type="spellEnd"/>
          <w:r>
            <w:t xml:space="preserve"> </w:t>
          </w:r>
          <w:proofErr w:type="spellStart"/>
          <w:r>
            <w:t>vestibulum</w:t>
          </w:r>
          <w:proofErr w:type="spellEnd"/>
          <w:r>
            <w:t xml:space="preserve"> </w:t>
          </w:r>
          <w:proofErr w:type="spellStart"/>
          <w:r>
            <w:t>nunc</w:t>
          </w:r>
          <w:proofErr w:type="spellEnd"/>
          <w:r>
            <w:t>.</w:t>
          </w:r>
          <w:proofErr w:type="gramEnd"/>
          <w:r>
            <w:t xml:space="preserve"> </w:t>
          </w:r>
          <w:proofErr w:type="gramStart"/>
          <w:r>
            <w:t xml:space="preserve">Maecenas vitae </w:t>
          </w:r>
          <w:proofErr w:type="spellStart"/>
          <w:r>
            <w:t>lorem</w:t>
          </w:r>
          <w:proofErr w:type="spellEnd"/>
          <w:r>
            <w:t>.</w:t>
          </w:r>
          <w:proofErr w:type="gramEnd"/>
          <w:r>
            <w:t xml:space="preserve"> </w:t>
          </w:r>
          <w:proofErr w:type="spellStart"/>
          <w:proofErr w:type="gramStart"/>
          <w:r>
            <w:t>Donec</w:t>
          </w:r>
          <w:proofErr w:type="spellEnd"/>
          <w:r>
            <w:t xml:space="preserve"> mi. </w:t>
          </w:r>
          <w:proofErr w:type="spellStart"/>
          <w:r>
            <w:t>Donec</w:t>
          </w:r>
          <w:proofErr w:type="spellEnd"/>
          <w:r>
            <w:t xml:space="preserve"> </w:t>
          </w:r>
          <w:proofErr w:type="spellStart"/>
          <w:r>
            <w:t>justo</w:t>
          </w:r>
          <w:proofErr w:type="spellEnd"/>
          <w:r>
            <w:t xml:space="preserve"> quam, </w:t>
          </w:r>
          <w:proofErr w:type="spellStart"/>
          <w:r>
            <w:t>laoreet</w:t>
          </w:r>
          <w:proofErr w:type="spellEnd"/>
          <w:r>
            <w:t xml:space="preserve"> </w:t>
          </w:r>
          <w:proofErr w:type="spellStart"/>
          <w:r>
            <w:t>ut</w:t>
          </w:r>
          <w:proofErr w:type="spellEnd"/>
          <w:r>
            <w:t xml:space="preserve">, </w:t>
          </w:r>
          <w:proofErr w:type="spellStart"/>
          <w:r>
            <w:t>fermentum</w:t>
          </w:r>
          <w:proofErr w:type="spellEnd"/>
          <w:r>
            <w:t xml:space="preserve"> at, </w:t>
          </w:r>
          <w:proofErr w:type="spellStart"/>
          <w:r>
            <w:t>blandit</w:t>
          </w:r>
          <w:proofErr w:type="spellEnd"/>
          <w:r>
            <w:t xml:space="preserve"> vitae, ligula.</w:t>
          </w:r>
          <w:proofErr w:type="gramEnd"/>
          <w:r>
            <w:t xml:space="preserve"> </w:t>
          </w:r>
          <w:proofErr w:type="spellStart"/>
          <w:r>
            <w:t>Vestibulum</w:t>
          </w:r>
          <w:proofErr w:type="spellEnd"/>
          <w:r>
            <w:t xml:space="preserve"> </w:t>
          </w:r>
        </w:p>
        <w:p w:rsidR="00E40B88" w:rsidRPr="00E40B88" w:rsidRDefault="00E40B88" w:rsidP="00E40B88">
          <w:pPr>
            <w:pStyle w:val="Heading1"/>
            <w:rPr>
              <w:sz w:val="28"/>
            </w:rPr>
          </w:pPr>
          <w:r w:rsidRPr="00E40B88">
            <w:rPr>
              <w:sz w:val="28"/>
            </w:rPr>
            <w:t>References</w:t>
          </w:r>
        </w:p>
        <w:p w:rsidR="00555ADF" w:rsidRDefault="00E40B88" w:rsidP="00E40B88">
          <w:pPr>
            <w:pStyle w:val="BodyText"/>
          </w:pPr>
          <w:r>
            <w:t>References furnished upon request</w:t>
          </w:r>
        </w:p>
      </w:sdtContent>
    </w:sdt>
    <w:sectPr w:rsidR="00555ADF" w:rsidSect="00555AD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DF" w:rsidRDefault="00555ADF">
      <w:r>
        <w:separator/>
      </w:r>
    </w:p>
  </w:endnote>
  <w:endnote w:type="continuationSeparator" w:id="0">
    <w:p w:rsidR="00555ADF" w:rsidRDefault="0055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B9" w:rsidRDefault="00BA39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DF" w:rsidRDefault="003E756C">
    <w:pPr>
      <w:pStyle w:val="Footer"/>
    </w:pPr>
    <w:r>
      <w:fldChar w:fldCharType="begin"/>
    </w:r>
    <w:r>
      <w:instrText xml:space="preserve"> Page </w:instrText>
    </w:r>
    <w:r>
      <w:fldChar w:fldCharType="separate"/>
    </w:r>
    <w:r w:rsidR="00E40B88">
      <w:rPr>
        <w:noProof/>
      </w:rPr>
      <w:t>2</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B9" w:rsidRDefault="00BA39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DF" w:rsidRDefault="00555ADF">
      <w:r>
        <w:separator/>
      </w:r>
    </w:p>
  </w:footnote>
  <w:footnote w:type="continuationSeparator" w:id="0">
    <w:p w:rsidR="00555ADF" w:rsidRDefault="00555A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B9" w:rsidRDefault="00BA39B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0188"/>
      <w:gridCol w:w="720"/>
    </w:tblGrid>
    <w:tr w:rsidR="00555ADF">
      <w:trPr>
        <w:trHeight w:val="720"/>
      </w:trPr>
      <w:tc>
        <w:tcPr>
          <w:tcW w:w="10188" w:type="dxa"/>
          <w:vAlign w:val="center"/>
        </w:tcPr>
        <w:p w:rsidR="00555ADF" w:rsidRDefault="00555ADF"/>
      </w:tc>
      <w:tc>
        <w:tcPr>
          <w:tcW w:w="720" w:type="dxa"/>
          <w:shd w:val="clear" w:color="auto" w:fill="A9122A" w:themeFill="accent1"/>
          <w:vAlign w:val="center"/>
        </w:tcPr>
        <w:p w:rsidR="00555ADF" w:rsidRDefault="00555ADF"/>
      </w:tc>
    </w:tr>
  </w:tbl>
  <w:p w:rsidR="00555ADF" w:rsidRDefault="00555AD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288"/>
      <w:gridCol w:w="1728"/>
    </w:tblGrid>
    <w:tr w:rsidR="00555ADF">
      <w:tc>
        <w:tcPr>
          <w:tcW w:w="9288" w:type="dxa"/>
          <w:vAlign w:val="center"/>
        </w:tcPr>
        <w:p w:rsidR="00555ADF" w:rsidRDefault="00555ADF">
          <w:pPr>
            <w:pStyle w:val="Title"/>
          </w:pPr>
          <w:bookmarkStart w:id="0" w:name="_GoBack"/>
          <w:r>
            <w:t>Maresangely Elias</w:t>
          </w:r>
          <w:r w:rsidR="00E40B88">
            <w:t>-</w:t>
          </w:r>
          <w:proofErr w:type="spellStart"/>
          <w:r w:rsidR="00E40B88">
            <w:t>Cadelaria</w:t>
          </w:r>
          <w:proofErr w:type="spellEnd"/>
        </w:p>
        <w:p w:rsidR="00555ADF" w:rsidRDefault="00E40B88">
          <w:pPr>
            <w:pStyle w:val="ContactDetails"/>
          </w:pPr>
          <w:r w:rsidRPr="00E40B88">
            <w:rPr>
              <w:sz w:val="26"/>
            </w:rPr>
            <w:t xml:space="preserve">927 </w:t>
          </w:r>
          <w:r w:rsidR="00555ADF" w:rsidRPr="00E40B88">
            <w:rPr>
              <w:sz w:val="26"/>
            </w:rPr>
            <w:t>W</w:t>
          </w:r>
          <w:r w:rsidRPr="00E40B88">
            <w:rPr>
              <w:sz w:val="26"/>
            </w:rPr>
            <w:t>est</w:t>
          </w:r>
          <w:r w:rsidR="00555ADF" w:rsidRPr="00E40B88">
            <w:rPr>
              <w:sz w:val="26"/>
            </w:rPr>
            <w:t xml:space="preserve"> Erie Ave</w:t>
          </w:r>
          <w:r w:rsidR="00555ADF" w:rsidRPr="00E40B88">
            <w:rPr>
              <w:sz w:val="26"/>
            </w:rPr>
            <w:sym w:font="Wingdings 2" w:char="F097"/>
          </w:r>
          <w:r w:rsidR="00555ADF" w:rsidRPr="00E40B88">
            <w:rPr>
              <w:sz w:val="26"/>
            </w:rPr>
            <w:t xml:space="preserve"> Philadelphia, PA 19140</w:t>
          </w:r>
          <w:r w:rsidR="00555ADF" w:rsidRPr="00E40B88">
            <w:rPr>
              <w:sz w:val="26"/>
            </w:rPr>
            <w:br/>
            <w:t>Phone: 215-226-</w:t>
          </w:r>
          <w:proofErr w:type="gramStart"/>
          <w:r w:rsidR="00555ADF" w:rsidRPr="00E40B88">
            <w:rPr>
              <w:sz w:val="26"/>
            </w:rPr>
            <w:t xml:space="preserve">1222  </w:t>
          </w:r>
          <w:proofErr w:type="gramEnd"/>
          <w:r w:rsidR="00555ADF" w:rsidRPr="00E40B88">
            <w:rPr>
              <w:sz w:val="26"/>
            </w:rPr>
            <w:sym w:font="Wingdings 2" w:char="F097"/>
          </w:r>
          <w:r w:rsidR="00555ADF" w:rsidRPr="00E40B88">
            <w:rPr>
              <w:sz w:val="26"/>
            </w:rPr>
            <w:t xml:space="preserve"> E-Mail: Marsangely.Elias@gmail.com</w:t>
          </w:r>
          <w:r w:rsidR="00555ADF">
            <w:t xml:space="preserve"> </w:t>
          </w:r>
        </w:p>
      </w:tc>
      <w:tc>
        <w:tcPr>
          <w:tcW w:w="1728" w:type="dxa"/>
          <w:vAlign w:val="center"/>
        </w:tcPr>
        <w:p w:rsidR="00555ADF" w:rsidRPr="00E40B88" w:rsidRDefault="00555ADF">
          <w:pPr>
            <w:pStyle w:val="Initials"/>
            <w:rPr>
              <w:sz w:val="56"/>
              <w:szCs w:val="40"/>
            </w:rPr>
          </w:pPr>
          <w:r w:rsidRPr="00E40B88">
            <w:rPr>
              <w:sz w:val="56"/>
              <w:szCs w:val="40"/>
            </w:rPr>
            <w:t>ME</w:t>
          </w:r>
          <w:r w:rsidR="00E40B88" w:rsidRPr="00E40B88">
            <w:rPr>
              <w:sz w:val="56"/>
              <w:szCs w:val="40"/>
            </w:rPr>
            <w:t>-C</w:t>
          </w:r>
        </w:p>
      </w:tc>
    </w:tr>
  </w:tbl>
  <w:p w:rsidR="00555ADF" w:rsidRDefault="00555ADF"/>
  <w:bookmarkEnd w:id="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C07C78"/>
    <w:multiLevelType w:val="hybridMultilevel"/>
    <w:tmpl w:val="DA5EC590"/>
    <w:lvl w:ilvl="0" w:tplc="7DD6F06C">
      <w:start w:val="1"/>
      <w:numFmt w:val="bullet"/>
      <w:lvlText w:val=""/>
      <w:lvlJc w:val="left"/>
      <w:pPr>
        <w:tabs>
          <w:tab w:val="num" w:pos="36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673ABF"/>
    <w:rsid w:val="003B1F4C"/>
    <w:rsid w:val="003E756C"/>
    <w:rsid w:val="00555ADF"/>
    <w:rsid w:val="00625BAB"/>
    <w:rsid w:val="00673ABF"/>
    <w:rsid w:val="00BA39B9"/>
    <w:rsid w:val="00E40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Resumes:Initials%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D8430C1B14C04A89F07BFF6CE82F78"/>
        <w:category>
          <w:name w:val="General"/>
          <w:gallery w:val="placeholder"/>
        </w:category>
        <w:types>
          <w:type w:val="bbPlcHdr"/>
        </w:types>
        <w:behaviors>
          <w:behavior w:val="content"/>
        </w:behaviors>
        <w:guid w:val="{30AFE203-7F43-FB4C-AC64-8696D96927E3}"/>
      </w:docPartPr>
      <w:docPartBody>
        <w:p w:rsidR="005F3BF1" w:rsidRDefault="005F3BF1">
          <w:pPr>
            <w:pStyle w:val="82D8430C1B14C04A89F07BFF6CE82F78"/>
          </w:pPr>
          <w:r>
            <w:t>Lorem ipsum dolor</w:t>
          </w:r>
        </w:p>
      </w:docPartBody>
    </w:docPart>
    <w:docPart>
      <w:docPartPr>
        <w:name w:val="7DDBFC3B1C1418438C23F557A3326FFE"/>
        <w:category>
          <w:name w:val="General"/>
          <w:gallery w:val="placeholder"/>
        </w:category>
        <w:types>
          <w:type w:val="bbPlcHdr"/>
        </w:types>
        <w:behaviors>
          <w:behavior w:val="content"/>
        </w:behaviors>
        <w:guid w:val="{480F94E3-BD0A-6F47-8900-C5B7D05716D0}"/>
      </w:docPartPr>
      <w:docPartBody>
        <w:p w:rsidR="005F3BF1" w:rsidRDefault="005F3BF1">
          <w:pPr>
            <w:pStyle w:val="7DDBFC3B1C1418438C23F557A3326FFE"/>
          </w:pPr>
          <w:r>
            <w:t>Etiam cursus suscipit enim. Nulla facilisi. Integer eleifend diam eu diam. Donec dapibus enim sollicitudin nulla. Nam hendrerit. Nunc id nisi. Curabitur sed neque. Pellentesque placerat consequat pede.</w:t>
          </w:r>
        </w:p>
      </w:docPartBody>
    </w:docPart>
    <w:docPart>
      <w:docPartPr>
        <w:name w:val="ECA65F584265614A9A1B09C5AC4569D5"/>
        <w:category>
          <w:name w:val="General"/>
          <w:gallery w:val="placeholder"/>
        </w:category>
        <w:types>
          <w:type w:val="bbPlcHdr"/>
        </w:types>
        <w:behaviors>
          <w:behavior w:val="content"/>
        </w:behaviors>
        <w:guid w:val="{88FC1B98-F342-5A42-A80F-C6A7F3D1F8B9}"/>
      </w:docPartPr>
      <w:docPartBody>
        <w:p w:rsidR="005F3BF1" w:rsidRDefault="005F3BF1">
          <w:pPr>
            <w:pStyle w:val="ECA65F584265614A9A1B09C5AC4569D5"/>
          </w:pPr>
          <w:r>
            <w:t>Lorem ipsum dolor</w:t>
          </w:r>
        </w:p>
      </w:docPartBody>
    </w:docPart>
    <w:docPart>
      <w:docPartPr>
        <w:name w:val="603B0A5D78BD2C4B8FA48397645BAA0F"/>
        <w:category>
          <w:name w:val="General"/>
          <w:gallery w:val="placeholder"/>
        </w:category>
        <w:types>
          <w:type w:val="bbPlcHdr"/>
        </w:types>
        <w:behaviors>
          <w:behavior w:val="content"/>
        </w:behaviors>
        <w:guid w:val="{92916391-2154-BA45-A51F-2FE63339F735}"/>
      </w:docPartPr>
      <w:docPartBody>
        <w:p w:rsidR="005F3BF1" w:rsidRDefault="005F3BF1">
          <w:pPr>
            <w:pStyle w:val="603B0A5D78BD2C4B8FA48397645BAA0F"/>
          </w:pPr>
          <w:r>
            <w:t>Etiam cursus suscipit enim. Nulla facilisi. Integer eleifend diam eu diam. Donec dapibus enim sollicitudin nulla. Nam hendrerit. Nunc id nisi. Curabitur sed neque. Pellentesque placerat consequat pede.</w:t>
          </w:r>
        </w:p>
      </w:docPartBody>
    </w:docPart>
    <w:docPart>
      <w:docPartPr>
        <w:name w:val="595D9351F3BB9A4EAA8ED930DA1E7393"/>
        <w:category>
          <w:name w:val="General"/>
          <w:gallery w:val="placeholder"/>
        </w:category>
        <w:types>
          <w:type w:val="bbPlcHdr"/>
        </w:types>
        <w:behaviors>
          <w:behavior w:val="content"/>
        </w:behaviors>
        <w:guid w:val="{9D4D9E64-558A-8240-95E5-1BBA32C3660D}"/>
      </w:docPartPr>
      <w:docPartBody>
        <w:p w:rsidR="005F3BF1" w:rsidRDefault="005F3BF1">
          <w:pPr>
            <w:pStyle w:val="595D9351F3BB9A4EAA8ED930DA1E7393"/>
          </w:pPr>
          <w:r>
            <w:t>Aliquam dapibus.</w:t>
          </w:r>
        </w:p>
      </w:docPartBody>
    </w:docPart>
    <w:docPart>
      <w:docPartPr>
        <w:name w:val="AD2001E493C8644E9E7AB2E6B69BF381"/>
        <w:category>
          <w:name w:val="General"/>
          <w:gallery w:val="placeholder"/>
        </w:category>
        <w:types>
          <w:type w:val="bbPlcHdr"/>
        </w:types>
        <w:behaviors>
          <w:behavior w:val="content"/>
        </w:behaviors>
        <w:guid w:val="{F4241FCE-8C47-3E43-A715-1E5D085B6897}"/>
      </w:docPartPr>
      <w:docPartBody>
        <w:p w:rsidR="005F3BF1" w:rsidRDefault="005F3BF1">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5F3BF1" w:rsidRDefault="005F3BF1">
          <w:pPr>
            <w:pStyle w:val="AD2001E493C8644E9E7AB2E6B69BF381"/>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09CC6E6C12076C478E0F986EBCB5F1F0"/>
        <w:category>
          <w:name w:val="General"/>
          <w:gallery w:val="placeholder"/>
        </w:category>
        <w:types>
          <w:type w:val="bbPlcHdr"/>
        </w:types>
        <w:behaviors>
          <w:behavior w:val="content"/>
        </w:behaviors>
        <w:guid w:val="{659BB577-33B2-2D49-B51E-FE53FB49554D}"/>
      </w:docPartPr>
      <w:docPartBody>
        <w:p w:rsidR="005F3BF1" w:rsidRDefault="005F3BF1" w:rsidP="005F3BF1">
          <w:pPr>
            <w:pStyle w:val="09CC6E6C12076C478E0F986EBCB5F1F0"/>
          </w:pPr>
          <w:r>
            <w:t>Etiam cursus suscipit enim. Nulla facilisi. Integer eleifend diam eu diam. Donec dapibus enim sollicitudin nulla. Nam hendrerit. Nunc id nisi. Curabitur sed neque. Pellentesque placerat consequat pede.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5F3BF1"/>
    <w:rsid w:val="005F3BF1"/>
    <w:rsid w:val="007540B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0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B4703E35D874B8A449257F1E46BF2">
    <w:name w:val="569B4703E35D874B8A449257F1E46BF2"/>
    <w:rsid w:val="007540BD"/>
  </w:style>
  <w:style w:type="paragraph" w:customStyle="1" w:styleId="82D8430C1B14C04A89F07BFF6CE82F78">
    <w:name w:val="82D8430C1B14C04A89F07BFF6CE82F78"/>
    <w:rsid w:val="007540BD"/>
  </w:style>
  <w:style w:type="paragraph" w:customStyle="1" w:styleId="7DDBFC3B1C1418438C23F557A3326FFE">
    <w:name w:val="7DDBFC3B1C1418438C23F557A3326FFE"/>
    <w:rsid w:val="007540BD"/>
  </w:style>
  <w:style w:type="paragraph" w:customStyle="1" w:styleId="ECA65F584265614A9A1B09C5AC4569D5">
    <w:name w:val="ECA65F584265614A9A1B09C5AC4569D5"/>
    <w:rsid w:val="007540BD"/>
  </w:style>
  <w:style w:type="paragraph" w:customStyle="1" w:styleId="603B0A5D78BD2C4B8FA48397645BAA0F">
    <w:name w:val="603B0A5D78BD2C4B8FA48397645BAA0F"/>
    <w:rsid w:val="007540BD"/>
  </w:style>
  <w:style w:type="paragraph" w:customStyle="1" w:styleId="2B00819F69B9374D94F97DB5EB39099C">
    <w:name w:val="2B00819F69B9374D94F97DB5EB39099C"/>
    <w:rsid w:val="007540BD"/>
  </w:style>
  <w:style w:type="paragraph" w:customStyle="1" w:styleId="1EE7B2D70BF9D94A8C81F8D2B75FDD26">
    <w:name w:val="1EE7B2D70BF9D94A8C81F8D2B75FDD26"/>
    <w:rsid w:val="007540BD"/>
  </w:style>
  <w:style w:type="paragraph" w:customStyle="1" w:styleId="595D9351F3BB9A4EAA8ED930DA1E7393">
    <w:name w:val="595D9351F3BB9A4EAA8ED930DA1E7393"/>
    <w:rsid w:val="007540BD"/>
  </w:style>
  <w:style w:type="paragraph" w:customStyle="1" w:styleId="EB5B730F632BF643AC4BF9172D22C5DF">
    <w:name w:val="EB5B730F632BF643AC4BF9172D22C5DF"/>
    <w:rsid w:val="007540BD"/>
  </w:style>
  <w:style w:type="paragraph" w:customStyle="1" w:styleId="7F7CA27304F782499886A5EA9507C8DD">
    <w:name w:val="7F7CA27304F782499886A5EA9507C8DD"/>
    <w:rsid w:val="007540BD"/>
  </w:style>
  <w:style w:type="paragraph" w:customStyle="1" w:styleId="89E3BD9A0DDF5643A28E15981C82FE1E">
    <w:name w:val="89E3BD9A0DDF5643A28E15981C82FE1E"/>
    <w:rsid w:val="007540BD"/>
  </w:style>
  <w:style w:type="paragraph" w:styleId="BodyText">
    <w:name w:val="Body Text"/>
    <w:basedOn w:val="Normal"/>
    <w:link w:val="BodyTextChar"/>
    <w:rsid w:val="007540BD"/>
    <w:pPr>
      <w:spacing w:after="200"/>
    </w:pPr>
    <w:rPr>
      <w:rFonts w:eastAsiaTheme="minorHAnsi"/>
      <w:sz w:val="20"/>
      <w:szCs w:val="22"/>
    </w:rPr>
  </w:style>
  <w:style w:type="character" w:customStyle="1" w:styleId="BodyTextChar">
    <w:name w:val="Body Text Char"/>
    <w:basedOn w:val="DefaultParagraphFont"/>
    <w:link w:val="BodyText"/>
    <w:rsid w:val="007540BD"/>
    <w:rPr>
      <w:rFonts w:eastAsiaTheme="minorHAnsi"/>
      <w:sz w:val="20"/>
      <w:szCs w:val="22"/>
    </w:rPr>
  </w:style>
  <w:style w:type="paragraph" w:customStyle="1" w:styleId="AD2001E493C8644E9E7AB2E6B69BF381">
    <w:name w:val="AD2001E493C8644E9E7AB2E6B69BF381"/>
    <w:rsid w:val="007540BD"/>
  </w:style>
  <w:style w:type="paragraph" w:customStyle="1" w:styleId="09CC6E6C12076C478E0F986EBCB5F1F0">
    <w:name w:val="09CC6E6C12076C478E0F986EBCB5F1F0"/>
    <w:rsid w:val="005F3BF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Initials Resume">
      <a:dk1>
        <a:sysClr val="windowText" lastClr="000000"/>
      </a:dk1>
      <a:lt1>
        <a:sysClr val="window" lastClr="FFFFFF"/>
      </a:lt1>
      <a:dk2>
        <a:srgbClr val="565656"/>
      </a:dk2>
      <a:lt2>
        <a:srgbClr val="E1E1E1"/>
      </a:lt2>
      <a:accent1>
        <a:srgbClr val="A9122A"/>
      </a:accent1>
      <a:accent2>
        <a:srgbClr val="D98F99"/>
      </a:accent2>
      <a:accent3>
        <a:srgbClr val="AD85BF"/>
      </a:accent3>
      <a:accent4>
        <a:srgbClr val="540D5C"/>
      </a:accent4>
      <a:accent5>
        <a:srgbClr val="6E64A1"/>
      </a:accent5>
      <a:accent6>
        <a:srgbClr val="5736C7"/>
      </a:accent6>
      <a:hlink>
        <a:srgbClr val="002FFF"/>
      </a:hlink>
      <a:folHlink>
        <a:srgbClr val="8D009F"/>
      </a:folHlink>
    </a:clrScheme>
    <a:fontScheme name="Initials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Initials Resume.dotx</Template>
  <TotalTime>0</TotalTime>
  <Pages>1</Pages>
  <Words>121</Words>
  <Characters>692</Characters>
  <Application>Microsoft Macintosh Word</Application>
  <DocSecurity>0</DocSecurity>
  <Lines>5</Lines>
  <Paragraphs>1</Paragraphs>
  <ScaleCrop>false</ScaleCrop>
  <Manager/>
  <Company/>
  <LinksUpToDate>false</LinksUpToDate>
  <CharactersWithSpaces>812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District of Philadelphia</dc:creator>
  <cp:keywords/>
  <dc:description/>
  <cp:lastModifiedBy>Amy L. Cohen</cp:lastModifiedBy>
  <cp:revision>2</cp:revision>
  <dcterms:created xsi:type="dcterms:W3CDTF">2011-06-01T12:26:00Z</dcterms:created>
  <dcterms:modified xsi:type="dcterms:W3CDTF">2011-06-01T12:26:00Z</dcterms:modified>
  <cp:category/>
</cp:coreProperties>
</file>